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32DAB3B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B4C80" w:rsidRPr="008B4C80">
        <w:rPr>
          <w:rFonts w:ascii="Corbel" w:hAnsi="Corbel"/>
          <w:bCs/>
          <w:i/>
        </w:rPr>
        <w:t xml:space="preserve"> </w:t>
      </w:r>
      <w:r w:rsidR="008B4C80" w:rsidRPr="008B4C80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6F05A4" w14:textId="4668ADD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F3154">
        <w:rPr>
          <w:rFonts w:ascii="Corbel" w:hAnsi="Corbel"/>
          <w:i/>
          <w:smallCaps/>
          <w:sz w:val="24"/>
          <w:szCs w:val="24"/>
        </w:rPr>
        <w:t>202</w:t>
      </w:r>
      <w:r w:rsidR="008B4C80">
        <w:rPr>
          <w:rFonts w:ascii="Corbel" w:hAnsi="Corbel"/>
          <w:i/>
          <w:smallCaps/>
          <w:sz w:val="24"/>
          <w:szCs w:val="24"/>
        </w:rPr>
        <w:t>3</w:t>
      </w:r>
      <w:r w:rsidR="001F3154">
        <w:rPr>
          <w:rFonts w:ascii="Corbel" w:hAnsi="Corbel"/>
          <w:i/>
          <w:smallCaps/>
          <w:sz w:val="24"/>
          <w:szCs w:val="24"/>
        </w:rPr>
        <w:t>–202</w:t>
      </w:r>
      <w:r w:rsidR="008B4C80">
        <w:rPr>
          <w:rFonts w:ascii="Corbel" w:hAnsi="Corbel"/>
          <w:i/>
          <w:smallCaps/>
          <w:sz w:val="24"/>
          <w:szCs w:val="24"/>
        </w:rPr>
        <w:t>5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F3154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26E3F30" w14:textId="4160D4B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F315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F3154">
        <w:rPr>
          <w:rFonts w:ascii="Corbel" w:hAnsi="Corbel"/>
          <w:sz w:val="20"/>
          <w:szCs w:val="20"/>
        </w:rPr>
        <w:t>202</w:t>
      </w:r>
      <w:r w:rsidR="008B4C80">
        <w:rPr>
          <w:rFonts w:ascii="Corbel" w:hAnsi="Corbel"/>
          <w:sz w:val="20"/>
          <w:szCs w:val="20"/>
        </w:rPr>
        <w:t>3</w:t>
      </w:r>
      <w:r w:rsidR="001F3154">
        <w:rPr>
          <w:rFonts w:ascii="Corbel" w:hAnsi="Corbel"/>
          <w:sz w:val="20"/>
          <w:szCs w:val="20"/>
        </w:rPr>
        <w:t>/202</w:t>
      </w:r>
      <w:r w:rsidR="008B4C80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709A" w:rsidRPr="009C54AE" w14:paraId="344C76EA" w14:textId="77777777" w:rsidTr="7316E310">
        <w:tc>
          <w:tcPr>
            <w:tcW w:w="2694" w:type="dxa"/>
            <w:vAlign w:val="center"/>
          </w:tcPr>
          <w:p w14:paraId="5970156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30F5EE" w14:textId="77777777" w:rsidR="00B0709A" w:rsidRPr="001F3154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3154">
              <w:rPr>
                <w:rFonts w:ascii="Corbel" w:hAnsi="Corbel"/>
                <w:sz w:val="24"/>
                <w:szCs w:val="24"/>
              </w:rPr>
              <w:t xml:space="preserve">Mediacje i negocjacje w pomocy społecznej </w:t>
            </w:r>
          </w:p>
        </w:tc>
      </w:tr>
      <w:tr w:rsidR="00B0709A" w:rsidRPr="009C54AE" w14:paraId="62747BE4" w14:textId="77777777" w:rsidTr="7316E310">
        <w:tc>
          <w:tcPr>
            <w:tcW w:w="2694" w:type="dxa"/>
            <w:vAlign w:val="center"/>
          </w:tcPr>
          <w:p w14:paraId="4CA29152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9"/>
            </w:tblGrid>
            <w:tr w:rsidR="00B0709A" w:rsidRPr="00B0709A" w14:paraId="5FA020C2" w14:textId="77777777" w:rsidTr="00AF2E19">
              <w:trPr>
                <w:trHeight w:val="103"/>
              </w:trPr>
              <w:tc>
                <w:tcPr>
                  <w:tcW w:w="2069" w:type="dxa"/>
                </w:tcPr>
                <w:p w14:paraId="12DC0713" w14:textId="77777777" w:rsidR="00B0709A" w:rsidRPr="00B0709A" w:rsidRDefault="00B0709A" w:rsidP="00B070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P2S[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]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_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6</w:t>
                  </w:r>
                </w:p>
              </w:tc>
            </w:tr>
          </w:tbl>
          <w:p w14:paraId="0A37501D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709A" w:rsidRPr="009C54AE" w14:paraId="5C0172EC" w14:textId="77777777" w:rsidTr="7316E310">
        <w:tc>
          <w:tcPr>
            <w:tcW w:w="2694" w:type="dxa"/>
            <w:vAlign w:val="center"/>
          </w:tcPr>
          <w:p w14:paraId="249A5C16" w14:textId="77777777" w:rsidR="00B0709A" w:rsidRPr="009C54AE" w:rsidRDefault="00B0709A" w:rsidP="00B070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0AEA36E1" w14:textId="77777777" w:rsidTr="7316E310">
        <w:tc>
          <w:tcPr>
            <w:tcW w:w="2694" w:type="dxa"/>
            <w:vAlign w:val="center"/>
          </w:tcPr>
          <w:p w14:paraId="0A39E105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39D61FE8" w:rsidR="00B0709A" w:rsidRPr="009C54AE" w:rsidRDefault="00C55929" w:rsidP="00C559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592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0709A" w:rsidRPr="009C54AE" w14:paraId="422C9A63" w14:textId="77777777" w:rsidTr="7316E310">
        <w:tc>
          <w:tcPr>
            <w:tcW w:w="2694" w:type="dxa"/>
            <w:vAlign w:val="center"/>
          </w:tcPr>
          <w:p w14:paraId="4B83504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7CA5B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B0709A" w:rsidRPr="009C54AE" w14:paraId="393D1AE1" w14:textId="77777777" w:rsidTr="7316E310">
        <w:tc>
          <w:tcPr>
            <w:tcW w:w="2694" w:type="dxa"/>
            <w:vAlign w:val="center"/>
          </w:tcPr>
          <w:p w14:paraId="448A1CED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D62BC4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B0709A" w:rsidRPr="009C54AE" w14:paraId="020B26A7" w14:textId="77777777" w:rsidTr="7316E310">
        <w:tc>
          <w:tcPr>
            <w:tcW w:w="2694" w:type="dxa"/>
            <w:vAlign w:val="center"/>
          </w:tcPr>
          <w:p w14:paraId="04C0481C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0709A" w:rsidRPr="009C54AE" w14:paraId="5B469018" w14:textId="77777777" w:rsidTr="7316E310">
        <w:tc>
          <w:tcPr>
            <w:tcW w:w="2694" w:type="dxa"/>
            <w:vAlign w:val="center"/>
          </w:tcPr>
          <w:p w14:paraId="7C3992E0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0709A" w:rsidRPr="009C54AE" w14:paraId="6C23812B" w14:textId="77777777" w:rsidTr="7316E310">
        <w:tc>
          <w:tcPr>
            <w:tcW w:w="2694" w:type="dxa"/>
            <w:vAlign w:val="center"/>
          </w:tcPr>
          <w:p w14:paraId="47AAF24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3B971E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F5D51">
              <w:rPr>
                <w:rFonts w:ascii="Corbel" w:hAnsi="Corbel"/>
                <w:b w:val="0"/>
                <w:sz w:val="24"/>
                <w:szCs w:val="24"/>
              </w:rPr>
              <w:t xml:space="preserve">ok 1, 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DF5D51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B0709A" w:rsidRPr="009C54AE" w14:paraId="4D6BEF29" w14:textId="77777777" w:rsidTr="7316E310">
        <w:tc>
          <w:tcPr>
            <w:tcW w:w="2694" w:type="dxa"/>
            <w:vAlign w:val="center"/>
          </w:tcPr>
          <w:p w14:paraId="5863A11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77777777" w:rsidR="00B0709A" w:rsidRPr="009C54AE" w:rsidRDefault="00C6600E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0709A" w:rsidRPr="009C54AE" w14:paraId="5B32FFDA" w14:textId="77777777" w:rsidTr="7316E310">
        <w:tc>
          <w:tcPr>
            <w:tcW w:w="2694" w:type="dxa"/>
            <w:vAlign w:val="center"/>
          </w:tcPr>
          <w:p w14:paraId="13A990D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1C1AE5" w14:textId="77777777" w:rsidR="00B0709A" w:rsidRPr="009C54AE" w:rsidRDefault="00C6600E" w:rsidP="00C660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7C6793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0709A" w:rsidRPr="009C54AE" w14:paraId="3C10265F" w14:textId="77777777" w:rsidTr="7316E310">
        <w:tc>
          <w:tcPr>
            <w:tcW w:w="2694" w:type="dxa"/>
            <w:vAlign w:val="center"/>
          </w:tcPr>
          <w:p w14:paraId="69C2AF6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2F9557" w14:textId="13642EDC" w:rsidR="00B0709A" w:rsidRPr="009C54AE" w:rsidRDefault="004761E6" w:rsidP="7316E310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234CE68A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B0709A" w:rsidRPr="009C54AE" w14:paraId="465371E2" w14:textId="77777777" w:rsidTr="7316E310">
        <w:tc>
          <w:tcPr>
            <w:tcW w:w="2694" w:type="dxa"/>
            <w:vAlign w:val="center"/>
          </w:tcPr>
          <w:p w14:paraId="471FE442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8C6E9C" w14:textId="704D7674" w:rsidR="00B0709A" w:rsidRPr="009C54AE" w:rsidRDefault="004761E6" w:rsidP="234CE68A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  <w:bookmarkStart w:id="0" w:name="_GoBack"/>
            <w:bookmarkEnd w:id="0"/>
          </w:p>
        </w:tc>
      </w:tr>
    </w:tbl>
    <w:p w14:paraId="57A64E18" w14:textId="77777777" w:rsidR="00923D7D" w:rsidRPr="009C54AE" w:rsidRDefault="0085747A" w:rsidP="007C67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1F3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1F315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C6793" w:rsidRPr="009C54AE" w14:paraId="0DE78EF8" w14:textId="77777777" w:rsidTr="001F3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DA7B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7C6793" w:rsidRPr="009C54AE" w:rsidRDefault="007C6793" w:rsidP="001F31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021301" w14:textId="77777777" w:rsidR="0085747A" w:rsidRPr="009C54AE" w:rsidRDefault="00C6600E" w:rsidP="00C660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C6600E">
        <w:rPr>
          <w:rFonts w:ascii="MS Gothic" w:eastAsia="MS Gothic" w:hAnsi="MS Gothic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05A8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F03701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A39BBE3" w14:textId="77777777" w:rsidR="003E376B" w:rsidRDefault="003E376B" w:rsidP="003E376B">
      <w:pPr>
        <w:pStyle w:val="Punktygwne"/>
        <w:spacing w:before="0" w:after="0"/>
        <w:ind w:firstLine="284"/>
        <w:rPr>
          <w:rFonts w:ascii="Corbel" w:hAnsi="Corbel"/>
          <w:sz w:val="22"/>
          <w:szCs w:val="24"/>
        </w:rPr>
      </w:pPr>
    </w:p>
    <w:p w14:paraId="55D48E7E" w14:textId="77777777" w:rsidR="009C54AE" w:rsidRPr="00C6600E" w:rsidRDefault="003E376B" w:rsidP="003E376B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C6600E">
        <w:rPr>
          <w:rFonts w:ascii="Corbel" w:hAnsi="Corbel"/>
          <w:b w:val="0"/>
          <w:sz w:val="22"/>
          <w:szCs w:val="24"/>
        </w:rPr>
        <w:t>zaliczenie z oceną</w:t>
      </w:r>
    </w:p>
    <w:p w14:paraId="41C8F3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2A3D3EC" w14:textId="77777777" w:rsidR="001F3154" w:rsidRPr="009C54AE" w:rsidRDefault="001F31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FC45B5" w14:textId="77777777" w:rsidTr="00745302">
        <w:tc>
          <w:tcPr>
            <w:tcW w:w="9670" w:type="dxa"/>
          </w:tcPr>
          <w:p w14:paraId="1BDAADA6" w14:textId="77777777" w:rsidR="0085747A" w:rsidRPr="009C54AE" w:rsidRDefault="003E376B" w:rsidP="00C6600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związanej z 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rzecznictwem z zakresu przedmiotu 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 i jej nowe kierunki</w:t>
            </w:r>
            <w:r w:rsidR="00C660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</w:tc>
      </w:tr>
    </w:tbl>
    <w:p w14:paraId="0D0B94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1F315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E27B0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061E4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E376B" w:rsidRPr="009C54AE" w14:paraId="033A40CA" w14:textId="77777777" w:rsidTr="003E376B">
        <w:tc>
          <w:tcPr>
            <w:tcW w:w="845" w:type="dxa"/>
            <w:vAlign w:val="center"/>
          </w:tcPr>
          <w:p w14:paraId="5372B5A4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53135D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Z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apoznanie studentów z podstawowymi zag</w:t>
            </w:r>
            <w:r w:rsidR="00C6600E">
              <w:rPr>
                <w:rFonts w:ascii="Corbel" w:hAnsi="Corbel"/>
                <w:b w:val="0"/>
                <w:iCs/>
                <w:sz w:val="24"/>
                <w:szCs w:val="24"/>
              </w:rPr>
              <w:t>adnieniami z zakresu mediacji i 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negocjacji oraz wykorzystaniem tych technik w obszarze działań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6F266435" w14:textId="77777777" w:rsidTr="003E376B">
        <w:tc>
          <w:tcPr>
            <w:tcW w:w="845" w:type="dxa"/>
            <w:vAlign w:val="center"/>
          </w:tcPr>
          <w:p w14:paraId="550CF7E8" w14:textId="77777777" w:rsidR="003E376B" w:rsidRPr="009C54AE" w:rsidRDefault="003E376B" w:rsidP="003E376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CB0488" w14:textId="77777777" w:rsidR="003E376B" w:rsidRPr="003E376B" w:rsidRDefault="00C6600E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Nabycie</w:t>
            </w:r>
            <w:r w:rsidR="003E376B" w:rsidRPr="003E376B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przez studentów umiejętności w zakresie s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tandardów usług socjalnych, w </w:t>
            </w:r>
            <w:r w:rsidR="003E376B" w:rsidRPr="003E376B">
              <w:rPr>
                <w:rFonts w:ascii="Corbel" w:hAnsi="Corbel"/>
                <w:b w:val="0"/>
                <w:iCs/>
                <w:sz w:val="24"/>
                <w:szCs w:val="24"/>
              </w:rPr>
              <w:t>tym standardów technik negocjacyjnych i mediacyjnych</w:t>
            </w:r>
            <w:r w:rsidR="003E376B"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694BCFAE" w14:textId="77777777" w:rsidTr="003E376B">
        <w:tc>
          <w:tcPr>
            <w:tcW w:w="845" w:type="dxa"/>
            <w:vAlign w:val="center"/>
          </w:tcPr>
          <w:p w14:paraId="53C0B3C4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29A19B34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Uzyskania przez studentów umiejętności wykor</w:t>
            </w:r>
            <w:r w:rsidR="00C6600E">
              <w:rPr>
                <w:rFonts w:ascii="Corbel" w:hAnsi="Corbel"/>
                <w:b w:val="0"/>
                <w:iCs/>
                <w:sz w:val="24"/>
                <w:szCs w:val="24"/>
              </w:rPr>
              <w:t>zystywania wiedzy wynikającej z 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diagnozowania procesów i zjawisk społecznych w praktyce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</w:tbl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94D5A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DFED260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27C5E9" w14:textId="77777777" w:rsidR="0085747A" w:rsidRPr="009C54AE" w:rsidRDefault="00C660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D60A2C3" w14:textId="77777777" w:rsidTr="005E6E85">
        <w:tc>
          <w:tcPr>
            <w:tcW w:w="1701" w:type="dxa"/>
          </w:tcPr>
          <w:p w14:paraId="4FCA5964" w14:textId="77777777" w:rsidR="0085747A" w:rsidRPr="009C54AE" w:rsidRDefault="00C660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8E601A5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zna prawidłowości i zaburzenia więzi społecznych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dzięki czemu jest w stanie w sposób właściwy prowadzić mediacje i negocjacje w ramach pracy socjalnej.</w:t>
            </w:r>
          </w:p>
        </w:tc>
        <w:tc>
          <w:tcPr>
            <w:tcW w:w="1873" w:type="dxa"/>
          </w:tcPr>
          <w:p w14:paraId="2C5B2A44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7A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3F29F29E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F73078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posiada umiej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ętność krytycznego analizowania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konfliktów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ważnych dla wykonywania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mediacji i negocjacji. Student zna również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i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(kulturow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polityczn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prawn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, które prowadzą do sporów i wymagają działań mediacyjnych lub negocjacyjnych.</w:t>
            </w:r>
          </w:p>
        </w:tc>
        <w:tc>
          <w:tcPr>
            <w:tcW w:w="1873" w:type="dxa"/>
          </w:tcPr>
          <w:p w14:paraId="2A4E307F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4EE3B1FC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B3D9BF" w14:textId="77777777" w:rsidR="0085747A" w:rsidRPr="009C54AE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kować się na poziomie mikro-</w:t>
            </w:r>
            <w:proofErr w:type="spellStart"/>
            <w:r w:rsidR="00C6600E">
              <w:rPr>
                <w:rFonts w:ascii="Corbel" w:hAnsi="Corbel"/>
                <w:b w:val="0"/>
                <w:smallCaps w:val="0"/>
                <w:szCs w:val="24"/>
              </w:rPr>
              <w:t>mez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proofErr w:type="spellEnd"/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i makro otoczenia, wykorzystując różne kanały informacyjne, uwzględniając poglądy i opinie 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którzy ze względu na swoją specyficzną sytuację 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życiową potrzebują skorzystać z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mediacji lub negocjacji w ramach instytucji pomocy społecznej.</w:t>
            </w:r>
          </w:p>
        </w:tc>
        <w:tc>
          <w:tcPr>
            <w:tcW w:w="1873" w:type="dxa"/>
          </w:tcPr>
          <w:p w14:paraId="621F473D" w14:textId="77777777" w:rsidR="0085747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CE188A" w:rsidRPr="009C54AE" w14:paraId="5F2E56A5" w14:textId="77777777" w:rsidTr="005E6E85">
        <w:tc>
          <w:tcPr>
            <w:tcW w:w="1701" w:type="dxa"/>
          </w:tcPr>
          <w:p w14:paraId="78C3198C" w14:textId="77777777" w:rsidR="00CE188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3D946E" w14:textId="77777777" w:rsidR="00CE188A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posiada umie</w:t>
            </w:r>
            <w:r w:rsidR="00C6600E">
              <w:rPr>
                <w:rFonts w:ascii="Corbel" w:hAnsi="Corbel"/>
                <w:b w:val="0"/>
                <w:smallCaps w:val="0"/>
                <w:szCs w:val="24"/>
              </w:rPr>
              <w:t>jętność adaptacji i działania w 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sytuacjach trudnych oraz negocjowania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bądź mediowania w sprawie określonych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ytuacji w codziennej praktyce zawodowej,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rozpoznając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własne ograniczenia w pracy z innymi z uwzględnieniem opinii ekspertów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(negocjatorów i mediatorów).</w:t>
            </w:r>
          </w:p>
        </w:tc>
        <w:tc>
          <w:tcPr>
            <w:tcW w:w="1873" w:type="dxa"/>
          </w:tcPr>
          <w:p w14:paraId="68901D40" w14:textId="77777777" w:rsidR="00CE188A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513709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1F3154">
        <w:rPr>
          <w:rFonts w:ascii="Corbel" w:hAnsi="Corbel"/>
          <w:sz w:val="24"/>
          <w:szCs w:val="24"/>
        </w:rPr>
        <w:t xml:space="preserve">- </w:t>
      </w:r>
      <w:r w:rsidR="001F3154" w:rsidRPr="001F3154">
        <w:rPr>
          <w:rFonts w:ascii="Corbel" w:hAnsi="Corbel"/>
          <w:sz w:val="24"/>
          <w:szCs w:val="24"/>
        </w:rPr>
        <w:t>Nie dotyczy</w:t>
      </w:r>
    </w:p>
    <w:p w14:paraId="3656B9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7271BD">
        <w:tc>
          <w:tcPr>
            <w:tcW w:w="9520" w:type="dxa"/>
          </w:tcPr>
          <w:p w14:paraId="5D69D229" w14:textId="77777777" w:rsidR="0085747A" w:rsidRPr="007271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271BD" w:rsidRPr="009C54AE" w14:paraId="45D2C474" w14:textId="77777777" w:rsidTr="007271BD">
        <w:tc>
          <w:tcPr>
            <w:tcW w:w="9520" w:type="dxa"/>
          </w:tcPr>
          <w:p w14:paraId="4A5A3303" w14:textId="77777777" w:rsidR="007271BD" w:rsidRPr="007271BD" w:rsidRDefault="007271BD" w:rsidP="007271B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Pojęcie mediacji i negocjacji.</w:t>
            </w:r>
          </w:p>
        </w:tc>
      </w:tr>
      <w:tr w:rsidR="007271BD" w:rsidRPr="009C54AE" w14:paraId="68EA2E36" w14:textId="77777777" w:rsidTr="007271BD">
        <w:tc>
          <w:tcPr>
            <w:tcW w:w="9520" w:type="dxa"/>
          </w:tcPr>
          <w:p w14:paraId="4EAC409E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mediacji i negocjacji na tle innych metod pracy z konfliktem.</w:t>
            </w:r>
          </w:p>
        </w:tc>
      </w:tr>
      <w:tr w:rsidR="007271BD" w:rsidRPr="009C54AE" w14:paraId="4C0E6049" w14:textId="77777777" w:rsidTr="007271BD">
        <w:tc>
          <w:tcPr>
            <w:tcW w:w="9520" w:type="dxa"/>
          </w:tcPr>
          <w:p w14:paraId="751D49D0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negocjacje-podstawowe fazy procesu.</w:t>
            </w:r>
          </w:p>
        </w:tc>
      </w:tr>
      <w:tr w:rsidR="007271BD" w:rsidRPr="009C54AE" w14:paraId="7CA92F41" w14:textId="77777777" w:rsidTr="007271BD">
        <w:tc>
          <w:tcPr>
            <w:tcW w:w="9520" w:type="dxa"/>
          </w:tcPr>
          <w:p w14:paraId="2F8B6D97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z trudnym klientem w obszarze pracy socjalnej z uwzględnieniem formuły kontraktu socjalnego.</w:t>
            </w:r>
          </w:p>
        </w:tc>
      </w:tr>
      <w:tr w:rsidR="002A03C8" w:rsidRPr="009C54AE" w14:paraId="3F418FE9" w14:textId="77777777" w:rsidTr="007271BD">
        <w:tc>
          <w:tcPr>
            <w:tcW w:w="9520" w:type="dxa"/>
          </w:tcPr>
          <w:p w14:paraId="71D63310" w14:textId="77777777" w:rsidR="002A03C8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Przykładowe sposoby wykorzystania technik mediacji i negocjacji w pracy socjalnej.</w:t>
            </w:r>
          </w:p>
        </w:tc>
      </w:tr>
      <w:tr w:rsidR="002A03C8" w:rsidRPr="009C54AE" w14:paraId="20B019C5" w14:textId="77777777" w:rsidTr="007271BD">
        <w:tc>
          <w:tcPr>
            <w:tcW w:w="9520" w:type="dxa"/>
          </w:tcPr>
          <w:p w14:paraId="287AAC5B" w14:textId="77777777" w:rsidR="002A03C8" w:rsidRPr="007271BD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– ćwiczenia praktyczne w grupie.</w:t>
            </w:r>
          </w:p>
        </w:tc>
      </w:tr>
      <w:tr w:rsidR="007271BD" w:rsidRPr="009C54AE" w14:paraId="12429BF4" w14:textId="77777777" w:rsidTr="007271BD">
        <w:tc>
          <w:tcPr>
            <w:tcW w:w="9520" w:type="dxa"/>
          </w:tcPr>
          <w:p w14:paraId="79933DA2" w14:textId="77777777" w:rsidR="007271BD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przedmiotu, kolokwium zaliczeniowe.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D1907" w14:textId="77777777" w:rsidR="00E960BB" w:rsidRPr="00C6600E" w:rsidRDefault="00E222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6600E">
        <w:rPr>
          <w:rFonts w:ascii="Corbel" w:hAnsi="Corbel"/>
          <w:b w:val="0"/>
          <w:i/>
          <w:smallCaps w:val="0"/>
          <w:szCs w:val="24"/>
        </w:rPr>
        <w:t xml:space="preserve">Wykład z prezentacją multimedialną, analiza tekstów z dyskusją, praca w grupach </w:t>
      </w:r>
      <w:r w:rsidR="002A03C8" w:rsidRPr="00C6600E">
        <w:rPr>
          <w:rFonts w:ascii="Corbel" w:hAnsi="Corbel"/>
          <w:b w:val="0"/>
          <w:i/>
          <w:smallCaps w:val="0"/>
          <w:szCs w:val="24"/>
        </w:rPr>
        <w:t>(ćwiczenia z zakresu mediacji i negocjacji).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EF517F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FC4D350" w14:textId="77777777" w:rsidTr="00EF517F">
        <w:tc>
          <w:tcPr>
            <w:tcW w:w="1962" w:type="dxa"/>
          </w:tcPr>
          <w:p w14:paraId="5D972FAB" w14:textId="77777777" w:rsidR="0085747A" w:rsidRPr="009C54AE" w:rsidRDefault="00F037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676751D" w14:textId="77777777" w:rsidR="0085747A" w:rsidRPr="00EF517F" w:rsidRDefault="00F037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14:paraId="2080B9A2" w14:textId="77777777" w:rsidR="0085747A" w:rsidRPr="009C54AE" w:rsidRDefault="00F037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F517F" w:rsidRPr="009C54AE" w14:paraId="1227366D" w14:textId="77777777" w:rsidTr="00EF517F">
        <w:tc>
          <w:tcPr>
            <w:tcW w:w="1962" w:type="dxa"/>
          </w:tcPr>
          <w:p w14:paraId="0A53D0B1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F517F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0B3B0101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olokwium</w:t>
            </w:r>
          </w:p>
        </w:tc>
        <w:tc>
          <w:tcPr>
            <w:tcW w:w="2117" w:type="dxa"/>
          </w:tcPr>
          <w:p w14:paraId="3BFE95F9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F517F" w:rsidRPr="009C54AE" w14:paraId="650C43F4" w14:textId="77777777" w:rsidTr="00EF517F">
        <w:tc>
          <w:tcPr>
            <w:tcW w:w="1962" w:type="dxa"/>
          </w:tcPr>
          <w:p w14:paraId="1D652CBC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FEDE32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43C31972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F517F" w:rsidRPr="009C54AE" w14:paraId="3D038A23" w14:textId="77777777" w:rsidTr="00EF517F">
        <w:tc>
          <w:tcPr>
            <w:tcW w:w="1962" w:type="dxa"/>
          </w:tcPr>
          <w:p w14:paraId="61ADB445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33320AB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EF517F" w:rsidRPr="00EF517F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7B0B3CE9" w14:textId="77777777" w:rsidR="00EF517F" w:rsidRPr="009C54AE" w:rsidRDefault="00F03701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8BDB40" w14:textId="77777777" w:rsidTr="00923D7D">
        <w:tc>
          <w:tcPr>
            <w:tcW w:w="9670" w:type="dxa"/>
          </w:tcPr>
          <w:p w14:paraId="191C16BA" w14:textId="77777777" w:rsidR="003123E1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E4E9D4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4DB9F6DB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642E75E3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15D4E5FD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43E0A53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141FAEA1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92FD96A" w14:textId="77777777" w:rsidR="0085747A" w:rsidRPr="009C54AE" w:rsidRDefault="003123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472E7B" w14:textId="77777777" w:rsidTr="00923D7D">
        <w:tc>
          <w:tcPr>
            <w:tcW w:w="4962" w:type="dxa"/>
          </w:tcPr>
          <w:p w14:paraId="1943409D" w14:textId="3ACE5AD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409F0BAA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840B725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24C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FBD11F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24C5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4C5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F3154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1F3154" w:rsidRPr="009C54AE" w:rsidRDefault="001F3154" w:rsidP="001F3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2FE90" w14:textId="77777777" w:rsidR="001F3154" w:rsidRPr="00F03701" w:rsidRDefault="001F3154" w:rsidP="001F31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370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F3154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1F3154" w:rsidRPr="009C54AE" w:rsidRDefault="001F3154" w:rsidP="001F3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524492" w14:textId="77777777" w:rsidR="001F3154" w:rsidRPr="00F03701" w:rsidRDefault="001F3154" w:rsidP="001F31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370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543CD6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12142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257B472" w14:textId="77777777" w:rsidR="00D24C5E" w:rsidRPr="00D24C5E" w:rsidRDefault="00F03701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(2011).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w kręgu pomocy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Rzeszów: Wydawnictwo UR.</w:t>
            </w:r>
          </w:p>
          <w:p w14:paraId="6644681A" w14:textId="77777777" w:rsidR="00D24C5E" w:rsidRPr="00D24C5E" w:rsidRDefault="00F03701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Górska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Huryn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(2007).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C.H. Beck.</w:t>
            </w:r>
          </w:p>
          <w:p w14:paraId="15AF8A11" w14:textId="77777777" w:rsidR="00F03701" w:rsidRDefault="00F03701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Kalisz A., Zienkiewicz A. (2009).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Wolters Kluwer.</w:t>
            </w:r>
          </w:p>
          <w:p w14:paraId="1C22C555" w14:textId="77777777" w:rsidR="00D24C5E" w:rsidRPr="00D24C5E" w:rsidRDefault="00D24C5E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Kodeks Etyki Mediator</w:t>
            </w:r>
            <w:r w:rsidR="00F037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 w:rsidR="00F037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(2003). Warszawa: Polskie Centrum Mediacji.</w:t>
            </w:r>
          </w:p>
          <w:p w14:paraId="7FB410B8" w14:textId="77777777" w:rsidR="00D24C5E" w:rsidRPr="00736C3F" w:rsidRDefault="00185EBF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Czakon</w:t>
            </w:r>
            <w:proofErr w:type="spellEnd"/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Margasiński A. (red.)</w:t>
            </w:r>
            <w:r w:rsidR="00F03701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36C3F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  <w:r w:rsidR="00D24C5E" w:rsidRPr="00736C3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Konflikty i mediacje we współczesnej rzeczywistości społeczne</w:t>
            </w:r>
            <w:r w:rsidR="00736C3F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Częstochowa: </w:t>
            </w:r>
            <w:r w:rsidR="00736C3F" w:rsidRP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Wydaw</w:t>
            </w:r>
            <w:r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nictwo</w:t>
            </w:r>
            <w:r w:rsidR="00736C3F" w:rsidRP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 xml:space="preserve"> im. Stanisława Podobińskiego Akademii im. Jana Długosza</w:t>
            </w:r>
            <w:r w:rsidR="00736C3F">
              <w:rPr>
                <w:rFonts w:ascii="Corbel" w:hAnsi="Corbel" w:cs="Lato"/>
                <w:b w:val="0"/>
                <w:smallCaps w:val="0"/>
                <w:color w:val="212121"/>
                <w:szCs w:val="24"/>
                <w:shd w:val="clear" w:color="auto" w:fill="FFFFFF"/>
              </w:rPr>
              <w:t>.</w:t>
            </w:r>
          </w:p>
          <w:p w14:paraId="7DA8B2B0" w14:textId="77777777" w:rsidR="00D24C5E" w:rsidRPr="00D24C5E" w:rsidRDefault="00736C3F" w:rsidP="00736C3F">
            <w:pPr>
              <w:pStyle w:val="Punktygwne"/>
              <w:spacing w:before="0" w:after="0"/>
              <w:ind w:left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Morka R. (red.) (2009).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</w:t>
            </w:r>
            <w:r w:rsid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Wolters Kluwer.</w:t>
            </w:r>
          </w:p>
          <w:p w14:paraId="7F20912D" w14:textId="77777777" w:rsidR="00D24C5E" w:rsidRPr="00D24C5E" w:rsidRDefault="00736C3F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Lewicka A. (red.) (2008).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Profesjonalny mediator</w:t>
            </w:r>
            <w:r w:rsidR="00185EBF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Zostań nim</w:t>
            </w:r>
            <w:r w:rsidR="00185EBF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Poradnik metodyczny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UMCS.</w:t>
            </w:r>
          </w:p>
          <w:p w14:paraId="66CA15CD" w14:textId="77777777" w:rsidR="00D24C5E" w:rsidRPr="009C54AE" w:rsidRDefault="00D24C5E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(2014).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UR.</w:t>
            </w:r>
          </w:p>
        </w:tc>
      </w:tr>
      <w:tr w:rsidR="0085747A" w:rsidRPr="009C54AE" w14:paraId="4A6FD39E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12142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92E9883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Banasik T. (red.)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(2000).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Negocjacje: fazy, strategie, taktyki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Kielce: Wydawnictwo Politechniki Świętokrzyskiej w Kielcach.</w:t>
            </w:r>
          </w:p>
          <w:p w14:paraId="448D6E8F" w14:textId="77777777" w:rsidR="00121428" w:rsidRPr="00736C3F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Howkins L., Hudson M., </w:t>
            </w:r>
            <w:proofErr w:type="spellStart"/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Cornall</w:t>
            </w:r>
            <w:proofErr w:type="spellEnd"/>
            <w:r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R.</w:t>
            </w:r>
            <w:r w:rsidR="00736C3F" w:rsidRP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(1994).</w:t>
            </w:r>
            <w:r w:rsidRP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Prawnik jako negocjator, 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czyli jak efektywnie negocjować. </w:t>
            </w:r>
            <w:r w:rsidR="00736C3F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ABC.</w:t>
            </w:r>
          </w:p>
          <w:p w14:paraId="2D6067C8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Nęcki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736C3F"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(2000).</w:t>
            </w:r>
            <w:r w:rsidR="00736C3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Negocjacje w biznesie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 w:rsidR="00736C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Kluczbork: Antykwa.</w:t>
            </w:r>
          </w:p>
          <w:p w14:paraId="5830702B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Nierenberg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G.I.</w:t>
            </w:r>
            <w:r w:rsidR="00736C3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(2004).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Sztuka negocjacji.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Studio „Emka”.</w:t>
            </w:r>
          </w:p>
          <w:p w14:paraId="316E9C3C" w14:textId="77777777" w:rsidR="00121428" w:rsidRPr="00121428" w:rsidRDefault="00121428" w:rsidP="00736C3F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„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Mediator’’, Kwarta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lnik, Polskie Centrum Mediacji</w:t>
            </w:r>
          </w:p>
          <w:p w14:paraId="6F76FEE3" w14:textId="77777777" w:rsidR="00121428" w:rsidRPr="009C54AE" w:rsidRDefault="00121428" w:rsidP="00C576F0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Ch.W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(2016).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Mediacje. Praktyczne strategie rozwiązywania konfliktów</w:t>
            </w:r>
            <w:r w:rsidR="00C576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 w:rsidR="00C57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55929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5F180" w14:textId="77777777" w:rsidR="00011704" w:rsidRDefault="00011704" w:rsidP="00C16ABF">
      <w:pPr>
        <w:spacing w:after="0" w:line="240" w:lineRule="auto"/>
      </w:pPr>
      <w:r>
        <w:separator/>
      </w:r>
    </w:p>
  </w:endnote>
  <w:endnote w:type="continuationSeparator" w:id="0">
    <w:p w14:paraId="5BA1883B" w14:textId="77777777" w:rsidR="00011704" w:rsidRDefault="000117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9F863" w14:textId="77777777" w:rsidR="00011704" w:rsidRDefault="00011704" w:rsidP="00C16ABF">
      <w:pPr>
        <w:spacing w:after="0" w:line="240" w:lineRule="auto"/>
      </w:pPr>
      <w:r>
        <w:separator/>
      </w:r>
    </w:p>
  </w:footnote>
  <w:footnote w:type="continuationSeparator" w:id="0">
    <w:p w14:paraId="72F57AEE" w14:textId="77777777" w:rsidR="00011704" w:rsidRDefault="0001170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4D4EC6"/>
    <w:multiLevelType w:val="hybridMultilevel"/>
    <w:tmpl w:val="961AEADC"/>
    <w:lvl w:ilvl="0" w:tplc="AB1CC56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37FA1"/>
    <w:multiLevelType w:val="hybridMultilevel"/>
    <w:tmpl w:val="783639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NbE0NzI0NDUysDBX0lEKTi0uzszPAykwrAUAgVhj+ywAAAA="/>
  </w:docVars>
  <w:rsids>
    <w:rsidRoot w:val="00BD66E9"/>
    <w:rsid w:val="000048FD"/>
    <w:rsid w:val="000077B4"/>
    <w:rsid w:val="00011704"/>
    <w:rsid w:val="00015B8F"/>
    <w:rsid w:val="00022ECE"/>
    <w:rsid w:val="00026F18"/>
    <w:rsid w:val="00042A51"/>
    <w:rsid w:val="00042D2E"/>
    <w:rsid w:val="00044C82"/>
    <w:rsid w:val="00062F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42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EBF"/>
    <w:rsid w:val="00192F37"/>
    <w:rsid w:val="001A70D2"/>
    <w:rsid w:val="001C5A84"/>
    <w:rsid w:val="001D657B"/>
    <w:rsid w:val="001D7B54"/>
    <w:rsid w:val="001E0209"/>
    <w:rsid w:val="001F2CA2"/>
    <w:rsid w:val="001F315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3C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6E"/>
    <w:rsid w:val="003123E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BF1"/>
    <w:rsid w:val="003C0BAE"/>
    <w:rsid w:val="003D18A9"/>
    <w:rsid w:val="003D6CE2"/>
    <w:rsid w:val="003E1941"/>
    <w:rsid w:val="003E2FE6"/>
    <w:rsid w:val="003E376B"/>
    <w:rsid w:val="003E49D5"/>
    <w:rsid w:val="003F205D"/>
    <w:rsid w:val="003F38C0"/>
    <w:rsid w:val="0041389C"/>
    <w:rsid w:val="00414E3C"/>
    <w:rsid w:val="0042244A"/>
    <w:rsid w:val="0042745A"/>
    <w:rsid w:val="00431D5C"/>
    <w:rsid w:val="004362C6"/>
    <w:rsid w:val="00437FA2"/>
    <w:rsid w:val="00445970"/>
    <w:rsid w:val="004578D0"/>
    <w:rsid w:val="00461EFC"/>
    <w:rsid w:val="004652C2"/>
    <w:rsid w:val="004706D1"/>
    <w:rsid w:val="00471326"/>
    <w:rsid w:val="0047598D"/>
    <w:rsid w:val="004761E6"/>
    <w:rsid w:val="004840FD"/>
    <w:rsid w:val="00490F7D"/>
    <w:rsid w:val="00491678"/>
    <w:rsid w:val="004968E2"/>
    <w:rsid w:val="004A3EEA"/>
    <w:rsid w:val="004A4D1F"/>
    <w:rsid w:val="004A7A4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D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1BD"/>
    <w:rsid w:val="007327BD"/>
    <w:rsid w:val="00734608"/>
    <w:rsid w:val="00736C3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79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C8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190"/>
    <w:rsid w:val="0099556D"/>
    <w:rsid w:val="00997F14"/>
    <w:rsid w:val="009A78D9"/>
    <w:rsid w:val="009C3E31"/>
    <w:rsid w:val="009C54AE"/>
    <w:rsid w:val="009C788E"/>
    <w:rsid w:val="009D3F3B"/>
    <w:rsid w:val="009D627C"/>
    <w:rsid w:val="009E0543"/>
    <w:rsid w:val="009E3B41"/>
    <w:rsid w:val="009F3C5C"/>
    <w:rsid w:val="009F4610"/>
    <w:rsid w:val="00A00ECC"/>
    <w:rsid w:val="00A0171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E19"/>
    <w:rsid w:val="00B06142"/>
    <w:rsid w:val="00B0709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D6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29"/>
    <w:rsid w:val="00C56036"/>
    <w:rsid w:val="00C576F0"/>
    <w:rsid w:val="00C61DC5"/>
    <w:rsid w:val="00C6600E"/>
    <w:rsid w:val="00C67E92"/>
    <w:rsid w:val="00C70A26"/>
    <w:rsid w:val="00C7431F"/>
    <w:rsid w:val="00C766DF"/>
    <w:rsid w:val="00C86516"/>
    <w:rsid w:val="00C94B98"/>
    <w:rsid w:val="00CA2B96"/>
    <w:rsid w:val="00CA5089"/>
    <w:rsid w:val="00CA56E5"/>
    <w:rsid w:val="00CD6897"/>
    <w:rsid w:val="00CE188A"/>
    <w:rsid w:val="00CE5BAC"/>
    <w:rsid w:val="00CF25BE"/>
    <w:rsid w:val="00CF78ED"/>
    <w:rsid w:val="00D02B25"/>
    <w:rsid w:val="00D02EBA"/>
    <w:rsid w:val="00D17C3C"/>
    <w:rsid w:val="00D24C5E"/>
    <w:rsid w:val="00D26B2C"/>
    <w:rsid w:val="00D352C9"/>
    <w:rsid w:val="00D425B2"/>
    <w:rsid w:val="00D428D6"/>
    <w:rsid w:val="00D4469C"/>
    <w:rsid w:val="00D552B2"/>
    <w:rsid w:val="00D608D1"/>
    <w:rsid w:val="00D74119"/>
    <w:rsid w:val="00D8075B"/>
    <w:rsid w:val="00D8678B"/>
    <w:rsid w:val="00DA2114"/>
    <w:rsid w:val="00DA3DB2"/>
    <w:rsid w:val="00DE09C0"/>
    <w:rsid w:val="00DE4A14"/>
    <w:rsid w:val="00DF320D"/>
    <w:rsid w:val="00DF5D51"/>
    <w:rsid w:val="00DF71C8"/>
    <w:rsid w:val="00E129B8"/>
    <w:rsid w:val="00E21E7D"/>
    <w:rsid w:val="00E2218B"/>
    <w:rsid w:val="00E2224C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17F"/>
    <w:rsid w:val="00F03701"/>
    <w:rsid w:val="00F070AB"/>
    <w:rsid w:val="00F17567"/>
    <w:rsid w:val="00F231A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28C7E1"/>
    <w:rsid w:val="154B0E6A"/>
    <w:rsid w:val="234CE68A"/>
    <w:rsid w:val="25A039C3"/>
    <w:rsid w:val="681CE951"/>
    <w:rsid w:val="7316E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4CBF"/>
  <w15:docId w15:val="{210802E6-4345-4E67-BC74-58A3D149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1E14B-7440-4666-892B-45E94E8644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3B6AAE-D504-47E8-9293-0DD04774E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A61BB-FD68-4772-8D15-076B189CB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302C6-5DCF-46EF-903C-04B64B3C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1046</Words>
  <Characters>6277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 Pokrzywa</cp:lastModifiedBy>
  <cp:revision>12</cp:revision>
  <cp:lastPrinted>2019-02-06T12:12:00Z</cp:lastPrinted>
  <dcterms:created xsi:type="dcterms:W3CDTF">2020-11-03T08:24:00Z</dcterms:created>
  <dcterms:modified xsi:type="dcterms:W3CDTF">2023-09-14T15:08:00Z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